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08D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3F694DAE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</w:t>
      </w:r>
      <w:r w:rsidR="00287368">
        <w:rPr>
          <w:rFonts w:ascii="Corbel" w:hAnsi="Corbel"/>
          <w:i/>
          <w:smallCaps/>
          <w:sz w:val="24"/>
          <w:szCs w:val="24"/>
        </w:rPr>
        <w:t>2019-2022</w:t>
      </w:r>
    </w:p>
    <w:p w14:paraId="2BA2CC60" w14:textId="267CD8BF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CC6396">
        <w:rPr>
          <w:rFonts w:ascii="Corbel" w:hAnsi="Corbel"/>
          <w:sz w:val="20"/>
          <w:szCs w:val="20"/>
        </w:rPr>
        <w:t>ok akademicki   202</w:t>
      </w:r>
      <w:r w:rsidR="00287368">
        <w:rPr>
          <w:rFonts w:ascii="Corbel" w:hAnsi="Corbel"/>
          <w:sz w:val="20"/>
          <w:szCs w:val="20"/>
        </w:rPr>
        <w:t>1</w:t>
      </w:r>
      <w:r w:rsidR="00CC6396">
        <w:rPr>
          <w:rFonts w:ascii="Corbel" w:hAnsi="Corbel"/>
          <w:sz w:val="20"/>
          <w:szCs w:val="20"/>
        </w:rPr>
        <w:t>/202</w:t>
      </w:r>
      <w:r w:rsidR="00287368">
        <w:rPr>
          <w:rFonts w:ascii="Corbel" w:hAnsi="Corbel"/>
          <w:sz w:val="20"/>
          <w:szCs w:val="20"/>
        </w:rPr>
        <w:t>2</w:t>
      </w:r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46957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46957">
              <w:rPr>
                <w:rFonts w:ascii="Corbel" w:hAnsi="Corbel"/>
                <w:sz w:val="24"/>
                <w:szCs w:val="24"/>
              </w:rPr>
              <w:t>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16BDED3B" w:rsidR="0085747A" w:rsidRPr="00105929" w:rsidRDefault="001059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592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49F1AFE3" w:rsidR="00015B8F" w:rsidRPr="009C54AE" w:rsidRDefault="001059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0086B24D" w:rsidR="00015B8F" w:rsidRPr="009C54AE" w:rsidRDefault="001059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77777777" w:rsidR="00015B8F" w:rsidRPr="009C54AE" w:rsidRDefault="00CC63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4A968C8B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 xml:space="preserve"> zajęcia w formie tradycyjnej 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777777" w:rsidR="00E960BB" w:rsidRPr="004D0829" w:rsidRDefault="00E615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D0829">
        <w:rPr>
          <w:rFonts w:ascii="Corbel" w:hAnsi="Corbel"/>
          <w:b w:val="0"/>
          <w:smallCaps w:val="0"/>
          <w:szCs w:val="24"/>
        </w:rPr>
        <w:t>Egzamin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38F976E4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Regulacje </w:t>
            </w:r>
            <w:proofErr w:type="spellStart"/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ogólnoprawne</w:t>
            </w:r>
            <w:proofErr w:type="spellEnd"/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108700C3" w:rsidR="0085747A" w:rsidRPr="009C54AE" w:rsidRDefault="0010592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31ACF61" w14:textId="77777777" w:rsidR="00C61DC5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043D6EC3" w:rsidR="00C61DC5" w:rsidRPr="009C54AE" w:rsidRDefault="0010592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38583BA1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B., </w:t>
            </w: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T., 2012, zarządzanie środowiskiem w Polsce. PWE, Warszawa</w:t>
            </w:r>
          </w:p>
          <w:p w14:paraId="765C4FA2" w14:textId="2BD57E3A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Kryk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, B., Kłos, l., Łucka I, A., 2011, Opłaty i podatki ekologiczne po polsku. Cedewu.pl Wydawnictwa fachowe, Warszawa</w:t>
            </w:r>
          </w:p>
          <w:p w14:paraId="4E67E7EC" w14:textId="33EAC2F6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Becla</w:t>
            </w:r>
            <w:proofErr w:type="spellEnd"/>
            <w:r>
              <w:rPr>
                <w:rFonts w:ascii="Corbel" w:hAnsi="Corbel"/>
              </w:rPr>
              <w:t xml:space="preserve"> A., Czaja S., Zielińska A. 2012, Analiza kosztów-korzyści w wycenie środowiska przyrodniczego.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 xml:space="preserve">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z dnia 16 kwietnia 2004 r. O ochronie przyrody -Dz.U 2004 Nr 92 poz. 880 z późniejszymi zmianami, Ustawa z dnia 15 lipca 2011 r. O krajowym systemie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ekozarządzania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 i audytu (EMAS) - Dz. U. z 2011 r. nr 178, poz. 1060, Ustawa z dnia 3 października 2008 r. O udostępnianiu informacji o środowisku i jego ochronie, Udziale społeczeństwa w ochronie środowiska oraz O ocenach oddziaływania na środowisko – Dz.U. 2013 poz. 1235 z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późn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>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673A7" w14:textId="77777777" w:rsidR="00B4676F" w:rsidRDefault="00B4676F" w:rsidP="00C16ABF">
      <w:pPr>
        <w:spacing w:after="0" w:line="240" w:lineRule="auto"/>
      </w:pPr>
      <w:r>
        <w:separator/>
      </w:r>
    </w:p>
  </w:endnote>
  <w:endnote w:type="continuationSeparator" w:id="0">
    <w:p w14:paraId="6ABF7FD3" w14:textId="77777777" w:rsidR="00B4676F" w:rsidRDefault="00B467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CE307" w14:textId="77777777" w:rsidR="00B4676F" w:rsidRDefault="00B4676F" w:rsidP="00C16ABF">
      <w:pPr>
        <w:spacing w:after="0" w:line="240" w:lineRule="auto"/>
      </w:pPr>
      <w:r>
        <w:separator/>
      </w:r>
    </w:p>
  </w:footnote>
  <w:footnote w:type="continuationSeparator" w:id="0">
    <w:p w14:paraId="3FA57E2C" w14:textId="77777777" w:rsidR="00B4676F" w:rsidRDefault="00B4676F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929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36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0E7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76F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615F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5C04D8-ABB4-4533-9FE5-78F2330F7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644E2A-8108-4967-8398-3BCA79368A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16</cp:revision>
  <cp:lastPrinted>2019-02-06T12:12:00Z</cp:lastPrinted>
  <dcterms:created xsi:type="dcterms:W3CDTF">2020-10-27T12:15:00Z</dcterms:created>
  <dcterms:modified xsi:type="dcterms:W3CDTF">2020-12-10T05:09:00Z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